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7021" w:val="left" w:leader="none"/>
          <w:tab w:pos="11701" w:val="left" w:leader="none"/>
        </w:tabs>
        <w:spacing w:line="200" w:lineRule="atLeast"/>
        <w:ind w:left="16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9"/>
          <w:sz w:val="20"/>
        </w:rPr>
        <w:drawing>
          <wp:inline distT="0" distB="0" distL="0" distR="0">
            <wp:extent cx="3332987" cy="2894076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2987" cy="289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9"/>
          <w:sz w:val="20"/>
        </w:rPr>
      </w:r>
      <w:r>
        <w:rPr>
          <w:rFonts w:ascii="Times New Roman"/>
          <w:position w:val="9"/>
          <w:sz w:val="20"/>
        </w:rPr>
        <w:tab/>
      </w:r>
      <w:r>
        <w:rPr>
          <w:rFonts w:ascii="Times New Roman"/>
          <w:position w:val="48"/>
          <w:sz w:val="20"/>
        </w:rPr>
        <w:drawing>
          <wp:inline distT="0" distB="0" distL="0" distR="0">
            <wp:extent cx="2830067" cy="3392424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067" cy="339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8"/>
          <w:sz w:val="20"/>
        </w:rPr>
      </w:r>
      <w:r>
        <w:rPr>
          <w:rFonts w:ascii="Times New Roman"/>
          <w:position w:val="48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3493008" cy="2953512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3008" cy="295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2759" w:val="left" w:leader="none"/>
          <w:tab w:pos="5596" w:val="left" w:leader="none"/>
          <w:tab w:pos="8245" w:val="left" w:leader="none"/>
          <w:tab w:pos="10952" w:val="left" w:leader="none"/>
          <w:tab w:pos="14336" w:val="left" w:leader="none"/>
          <w:tab w:pos="16640" w:val="left" w:leader="none"/>
        </w:tabs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drawing>
          <wp:inline distT="0" distB="0" distL="0" distR="0">
            <wp:extent cx="1490471" cy="1220724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471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609343" cy="1220724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343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490471" cy="1220724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471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527048" cy="1220724"/>
            <wp:effectExtent l="0" t="0" r="0" b="0"/>
            <wp:docPr id="1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048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956816" cy="1220724"/>
            <wp:effectExtent l="0" t="0" r="0" b="0"/>
            <wp:docPr id="1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16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316735" cy="1220724"/>
            <wp:effectExtent l="0" t="0" r="0" b="0"/>
            <wp:docPr id="1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5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403603" cy="1220724"/>
            <wp:effectExtent l="0" t="0" r="0" b="0"/>
            <wp:docPr id="19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603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1563" w:val="left" w:leader="none"/>
          <w:tab w:pos="2599" w:val="left" w:leader="none"/>
          <w:tab w:pos="3665" w:val="left" w:leader="none"/>
          <w:tab w:pos="4672" w:val="left" w:leader="none"/>
          <w:tab w:pos="5723" w:val="left" w:leader="none"/>
          <w:tab w:pos="6846" w:val="left" w:leader="none"/>
          <w:tab w:pos="7897" w:val="left" w:leader="none"/>
          <w:tab w:pos="9711" w:val="left" w:leader="none"/>
          <w:tab w:pos="11583" w:val="left" w:leader="none"/>
          <w:tab w:pos="12591" w:val="left" w:leader="none"/>
          <w:tab w:pos="13296" w:val="left" w:leader="none"/>
          <w:tab w:pos="14347" w:val="left" w:leader="none"/>
          <w:tab w:pos="15413" w:val="left" w:leader="none"/>
          <w:tab w:pos="16406" w:val="left" w:leader="none"/>
          <w:tab w:pos="17471" w:val="left" w:leader="none"/>
        </w:tabs>
        <w:spacing w:line="917" w:lineRule="exact"/>
        <w:ind w:right="0"/>
        <w:jc w:val="left"/>
      </w:pPr>
      <w:r>
        <w:rPr>
          <w:color w:val="606062"/>
        </w:rPr>
        <w:t>S</w:t>
        <w:tab/>
        <w:t>T</w:t>
        <w:tab/>
      </w:r>
      <w:r>
        <w:rPr>
          <w:color w:val="606062"/>
          <w:w w:val="95"/>
        </w:rPr>
        <w:t>R</w:t>
        <w:tab/>
      </w:r>
      <w:r>
        <w:rPr>
          <w:color w:val="606062"/>
        </w:rPr>
        <w:t>E</w:t>
        <w:tab/>
        <w:t>N</w:t>
        <w:tab/>
        <w:t>G</w:t>
        <w:tab/>
        <w:t>T</w:t>
        <w:tab/>
        <w:t>H</w:t>
        <w:tab/>
      </w:r>
      <w:r>
        <w:rPr>
          <w:rFonts w:ascii="Times New Roman"/>
          <w:color w:val="606062"/>
          <w:w w:val="85"/>
          <w:sz w:val="80"/>
        </w:rPr>
        <w:t>&amp;</w:t>
        <w:tab/>
      </w:r>
      <w:r>
        <w:rPr>
          <w:color w:val="606062"/>
        </w:rPr>
        <w:t>F</w:t>
        <w:tab/>
      </w:r>
      <w:r>
        <w:rPr>
          <w:color w:val="606062"/>
          <w:w w:val="155"/>
        </w:rPr>
        <w:t>I</w:t>
        <w:tab/>
      </w:r>
      <w:r>
        <w:rPr>
          <w:color w:val="606062"/>
        </w:rPr>
        <w:t>T</w:t>
        <w:tab/>
        <w:t>N</w:t>
        <w:tab/>
      </w:r>
      <w:r>
        <w:rPr>
          <w:color w:val="606062"/>
          <w:w w:val="95"/>
        </w:rPr>
        <w:t>E</w:t>
        <w:tab/>
      </w:r>
      <w:r>
        <w:rPr>
          <w:color w:val="606062"/>
        </w:rPr>
        <w:t>S</w:t>
        <w:tab/>
        <w:t>S</w:t>
      </w:r>
      <w:r>
        <w:rPr/>
      </w:r>
    </w:p>
    <w:sectPr>
      <w:type w:val="continuous"/>
      <w:pgSz w:w="24000" w:h="20000" w:orient="landscape"/>
      <w:pgMar w:top="1920" w:bottom="280" w:left="2540" w:right="2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97"/>
    </w:pPr>
    <w:rPr>
      <w:rFonts w:ascii="Arial" w:hAnsi="Arial" w:eastAsia="Arial"/>
      <w:sz w:val="76"/>
      <w:szCs w:val="7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designcrowd_logo_printready_cmyk</dc:title>
  <dcterms:created xsi:type="dcterms:W3CDTF">2014-10-15T10:13:30Z</dcterms:created>
  <dcterms:modified xsi:type="dcterms:W3CDTF">2014-10-15T10:13:30Z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2014-10-15T00:00:00Z</vt:filetime>
  </property>
</Properties>
</file>